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4D6" w:rsidRDefault="004754D6"/>
    <w:p w:rsidR="004754D6" w:rsidRDefault="005E1AC3">
      <w:pPr>
        <w:jc w:val="right"/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</w:rPr>
        <w:t>Al Dirigente Scolastico</w:t>
      </w:r>
    </w:p>
    <w:p w:rsidR="004754D6" w:rsidRDefault="005E1AC3">
      <w:pPr>
        <w:jc w:val="right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dell'Istituto Comprensivo Novara di Sicilia</w:t>
      </w:r>
    </w:p>
    <w:p w:rsidR="004754D6" w:rsidRDefault="004754D6"/>
    <w:p w:rsidR="004754D6" w:rsidRDefault="004754D6"/>
    <w:p w:rsidR="004754D6" w:rsidRDefault="005E1AC3">
      <w:pPr>
        <w:jc w:val="center"/>
      </w:pPr>
      <w:r>
        <w:rPr>
          <w:rFonts w:ascii="Times New Roman" w:hAnsi="Times New Roman"/>
          <w:b/>
          <w:sz w:val="18"/>
        </w:rPr>
        <w:t>DOMANDA DI PARTECIPAZIONE AVVISO INTERNO/ESTERNO PER ESPERTO PSICOLOGO</w:t>
      </w:r>
      <w:r w:rsidR="0002441E">
        <w:rPr>
          <w:rFonts w:ascii="Times New Roman" w:hAnsi="Times New Roman"/>
          <w:b/>
          <w:sz w:val="18"/>
        </w:rPr>
        <w:t xml:space="preserve"> A.S. 2022/23</w:t>
      </w:r>
      <w:bookmarkStart w:id="0" w:name="_GoBack"/>
      <w:bookmarkEnd w:id="0"/>
    </w:p>
    <w:p w:rsidR="004754D6" w:rsidRDefault="004754D6">
      <w:pPr>
        <w:jc w:val="center"/>
      </w:pPr>
    </w:p>
    <w:p w:rsidR="004754D6" w:rsidRDefault="005E1AC3">
      <w:pPr>
        <w:jc w:val="center"/>
      </w:pPr>
      <w:r>
        <w:rPr>
          <w:rFonts w:ascii="Times New Roman" w:hAnsi="Times New Roman"/>
          <w:sz w:val="20"/>
        </w:rPr>
        <w:t xml:space="preserve">DICHIARAZIONE SOSTITUTIVA </w:t>
      </w:r>
      <w:r>
        <w:rPr>
          <w:rFonts w:ascii="Times New Roman" w:hAnsi="Times New Roman"/>
          <w:sz w:val="20"/>
        </w:rPr>
        <w:t>resa ai sensi e per gli effetti del DPR 28 dicembre 2000 n. 445</w:t>
      </w:r>
    </w:p>
    <w:p w:rsidR="004754D6" w:rsidRDefault="004754D6">
      <w:pPr>
        <w:jc w:val="center"/>
      </w:pPr>
    </w:p>
    <w:p w:rsidR="004754D6" w:rsidRDefault="005E1AC3">
      <w:pPr>
        <w:jc w:val="center"/>
      </w:pPr>
      <w:r>
        <w:rPr>
          <w:rFonts w:ascii="Times New Roman" w:hAnsi="Times New Roman"/>
          <w:sz w:val="20"/>
        </w:rPr>
        <w:t>Autocertificazione dei documenti posseduti e dei titoli attestanti i requisiti richiesti</w:t>
      </w:r>
    </w:p>
    <w:p w:rsidR="004754D6" w:rsidRDefault="005E1AC3">
      <w:r>
        <w:rPr>
          <w:rFonts w:ascii="Times New Roman" w:hAnsi="Times New Roman"/>
          <w:sz w:val="20"/>
        </w:rPr>
        <w:t xml:space="preserve"> </w:t>
      </w:r>
    </w:p>
    <w:p w:rsidR="004754D6" w:rsidRDefault="005E1AC3">
      <w:pPr>
        <w:spacing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Il/la sottoscritto/a ________________________________ nato/a a _______________________prov.___ Il___</w:t>
      </w:r>
      <w:r>
        <w:rPr>
          <w:rFonts w:ascii="Times New Roman" w:hAnsi="Times New Roman"/>
          <w:sz w:val="20"/>
        </w:rPr>
        <w:t xml:space="preserve">/___/___ </w:t>
      </w:r>
    </w:p>
    <w:p w:rsidR="004754D6" w:rsidRDefault="005E1AC3">
      <w:pPr>
        <w:spacing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residente a ______________________________________ in Via ___________________________________________ </w:t>
      </w:r>
    </w:p>
    <w:p w:rsidR="004754D6" w:rsidRDefault="005E1AC3">
      <w:pPr>
        <w:spacing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C.F. ______________________________________________ tel.___________________________________________ Cell._________________________________Email</w:t>
      </w:r>
      <w:r>
        <w:rPr>
          <w:rFonts w:ascii="Times New Roman" w:hAnsi="Times New Roman"/>
          <w:sz w:val="20"/>
        </w:rPr>
        <w:t>______________________________________________________</w:t>
      </w:r>
    </w:p>
    <w:p w:rsidR="004754D6" w:rsidRDefault="005E1AC3">
      <w:pPr>
        <w:pStyle w:val="Corpotesto"/>
        <w:spacing w:line="360" w:lineRule="auto"/>
        <w:ind w:left="-14"/>
        <w:jc w:val="both"/>
      </w:pPr>
      <w:r>
        <w:rPr>
          <w:rFonts w:ascii="Times New Roman" w:hAnsi="Times New Roman" w:cs="Times New Roman"/>
          <w:sz w:val="20"/>
          <w:szCs w:val="20"/>
        </w:rPr>
        <w:t>Preso atto dell’Avviso interno/esterno per il reclutamento di un Esperto Psicologo responsabile di sportello psicologico accessibile</w:t>
      </w:r>
      <w:r>
        <w:rPr>
          <w:rFonts w:ascii="Bookman Old Style" w:hAnsi="Bookman Old Style"/>
          <w:b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a studenti, famiglie e personale della scuola per prevenire forme di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disagio e di percorsi di sostegno psicologico per gli student</w:t>
      </w:r>
      <w:r>
        <w:rPr>
          <w:rFonts w:ascii="Times New Roman" w:hAnsi="Times New Roman" w:cs="Times New Roman"/>
          <w:sz w:val="20"/>
          <w:szCs w:val="20"/>
        </w:rPr>
        <w:t>i emanato dal Vs</w:t>
      </w:r>
      <w:r w:rsidR="0002441E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Istituto:</w:t>
      </w:r>
    </w:p>
    <w:p w:rsidR="004754D6" w:rsidRDefault="004754D6">
      <w:pPr>
        <w:pStyle w:val="Corpotesto"/>
        <w:spacing w:before="8"/>
        <w:rPr>
          <w:rFonts w:ascii="Times New Roman" w:hAnsi="Times New Roman" w:cs="Times New Roman"/>
          <w:sz w:val="20"/>
          <w:szCs w:val="20"/>
        </w:rPr>
      </w:pPr>
    </w:p>
    <w:p w:rsidR="004754D6" w:rsidRDefault="005E1AC3">
      <w:pPr>
        <w:pStyle w:val="Corpotesto"/>
        <w:spacing w:before="1"/>
        <w:ind w:left="1657" w:right="167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CHIEDE</w:t>
      </w:r>
    </w:p>
    <w:p w:rsidR="004754D6" w:rsidRDefault="004754D6">
      <w:pPr>
        <w:pStyle w:val="Corpotesto"/>
        <w:spacing w:before="8"/>
        <w:rPr>
          <w:rFonts w:ascii="Times New Roman" w:hAnsi="Times New Roman" w:cs="Times New Roman"/>
          <w:sz w:val="20"/>
          <w:szCs w:val="20"/>
        </w:rPr>
      </w:pPr>
    </w:p>
    <w:p w:rsidR="004754D6" w:rsidRDefault="005E1AC3">
      <w:pPr>
        <w:spacing w:line="360" w:lineRule="auto"/>
        <w:jc w:val="both"/>
      </w:pPr>
      <w:r>
        <w:rPr>
          <w:rFonts w:ascii="Times New Roman" w:hAnsi="Times New Roman"/>
          <w:sz w:val="20"/>
          <w:szCs w:val="20"/>
        </w:rPr>
        <w:t>di partecipare alla selezione per l’attribuzione dell’incarico. A tal fine, a</w:t>
      </w:r>
      <w:r>
        <w:rPr>
          <w:rFonts w:ascii="Times New Roman" w:hAnsi="Times New Roman"/>
          <w:sz w:val="20"/>
        </w:rPr>
        <w:t xml:space="preserve">i sensi e per gli effetti dell’art. 76 D.P.R. n. 445/2000, consapevole della </w:t>
      </w:r>
      <w:r>
        <w:rPr>
          <w:rFonts w:ascii="Times New Roman" w:hAnsi="Times New Roman"/>
          <w:sz w:val="20"/>
        </w:rPr>
        <w:t>responsabilità e delle conseguenze civili e penali previste in caso di dichiarazioni mendaci e/o formazione od uso di atti falsi nonché in caso di esibizione di atti contenenti dati non più corrispondenti a verità, e consapevole, altresì, che qualora emerg</w:t>
      </w:r>
      <w:r>
        <w:rPr>
          <w:rFonts w:ascii="Times New Roman" w:hAnsi="Times New Roman"/>
          <w:sz w:val="20"/>
        </w:rPr>
        <w:t>a la non veridicità del contenuto della presente dichiarazione, il sottoscritto decadrà dai benefici per i quali la stessa è rilasciata,</w:t>
      </w:r>
    </w:p>
    <w:p w:rsidR="004754D6" w:rsidRDefault="004754D6">
      <w:pPr>
        <w:jc w:val="center"/>
        <w:rPr>
          <w:rFonts w:ascii="Times New Roman" w:hAnsi="Times New Roman"/>
          <w:sz w:val="20"/>
        </w:rPr>
      </w:pPr>
    </w:p>
    <w:p w:rsidR="004754D6" w:rsidRDefault="005E1AC3">
      <w:pPr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 I C H I A R A</w:t>
      </w:r>
    </w:p>
    <w:p w:rsidR="004754D6" w:rsidRDefault="004754D6">
      <w:pPr>
        <w:jc w:val="center"/>
      </w:pPr>
    </w:p>
    <w:p w:rsidR="004754D6" w:rsidRDefault="005E1AC3">
      <w:pPr>
        <w:pStyle w:val="Paragrafoelenco"/>
        <w:numPr>
          <w:ilvl w:val="0"/>
          <w:numId w:val="1"/>
        </w:numPr>
        <w:ind w:left="284" w:hanging="284"/>
      </w:pPr>
      <w:r>
        <w:rPr>
          <w:rFonts w:ascii="Times New Roman" w:hAnsi="Times New Roman"/>
          <w:sz w:val="20"/>
        </w:rPr>
        <w:t>Di essere in possesso della Laurea in Psicologia Quinquennale o Magistrale con votazione ____________</w:t>
      </w:r>
      <w:r>
        <w:rPr>
          <w:rFonts w:ascii="Times New Roman" w:hAnsi="Times New Roman"/>
          <w:sz w:val="20"/>
        </w:rPr>
        <w:t>_;</w:t>
      </w:r>
    </w:p>
    <w:p w:rsidR="004754D6" w:rsidRDefault="005E1AC3">
      <w:pPr>
        <w:pStyle w:val="Paragrafoelenco"/>
        <w:numPr>
          <w:ilvl w:val="0"/>
          <w:numId w:val="1"/>
        </w:numPr>
        <w:ind w:left="284" w:hanging="284"/>
      </w:pPr>
      <w:r>
        <w:rPr>
          <w:rFonts w:ascii="Times New Roman" w:hAnsi="Times New Roman"/>
          <w:sz w:val="20"/>
        </w:rPr>
        <w:t>Di essere iscritto all’albo degli psicologi da almeno tre anni;</w:t>
      </w:r>
    </w:p>
    <w:p w:rsidR="004754D6" w:rsidRDefault="005E1AC3">
      <w:pPr>
        <w:pStyle w:val="Paragrafoelenco"/>
        <w:numPr>
          <w:ilvl w:val="0"/>
          <w:numId w:val="1"/>
        </w:numPr>
        <w:ind w:left="284" w:hanging="28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Di possedere una formazione specifica acquisita presso istituzioni formative pubbliche o private accreditate, di durata non inferiore ad un anno o 500 ore;</w:t>
      </w:r>
    </w:p>
    <w:p w:rsidR="0002441E" w:rsidRDefault="0002441E">
      <w:pPr>
        <w:pStyle w:val="Paragrafoelenco"/>
        <w:numPr>
          <w:ilvl w:val="0"/>
          <w:numId w:val="1"/>
        </w:numPr>
        <w:ind w:left="284" w:hanging="28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Di essere cittadino italiano o di uno degli Stati membri dell’Unione Europea,</w:t>
      </w:r>
    </w:p>
    <w:p w:rsidR="004754D6" w:rsidRDefault="0002441E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</w:t>
      </w:r>
      <w:r w:rsidR="005E1AC3">
        <w:rPr>
          <w:rFonts w:ascii="Times New Roman" w:hAnsi="Times New Roman"/>
          <w:sz w:val="20"/>
          <w:szCs w:val="20"/>
        </w:rPr>
        <w:t>i</w:t>
      </w:r>
      <w:r>
        <w:rPr>
          <w:rFonts w:ascii="Times New Roman" w:hAnsi="Times New Roman"/>
          <w:sz w:val="20"/>
          <w:szCs w:val="20"/>
        </w:rPr>
        <w:t xml:space="preserve"> non </w:t>
      </w:r>
      <w:r w:rsidR="005E1AC3">
        <w:rPr>
          <w:rFonts w:ascii="Times New Roman" w:hAnsi="Times New Roman"/>
          <w:sz w:val="20"/>
          <w:szCs w:val="20"/>
        </w:rPr>
        <w:t>stabilire rapporti professionali di natura diversa rispetto a quelli oggetto del seguente protocollo con il personale scolastico;</w:t>
      </w:r>
    </w:p>
    <w:p w:rsidR="004754D6" w:rsidRDefault="0002441E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Di essere in g</w:t>
      </w:r>
      <w:r w:rsidR="005E1AC3">
        <w:rPr>
          <w:rFonts w:ascii="Times New Roman" w:hAnsi="Times New Roman"/>
          <w:sz w:val="20"/>
          <w:szCs w:val="20"/>
        </w:rPr>
        <w:t>odimento dei diritti civili e</w:t>
      </w:r>
      <w:r w:rsidR="005E1AC3">
        <w:rPr>
          <w:rFonts w:ascii="Times New Roman" w:hAnsi="Times New Roman"/>
          <w:sz w:val="20"/>
          <w:szCs w:val="20"/>
        </w:rPr>
        <w:t xml:space="preserve"> politici;</w:t>
      </w:r>
    </w:p>
    <w:p w:rsidR="004754D6" w:rsidRDefault="0002441E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Di n</w:t>
      </w:r>
      <w:r w:rsidR="005E1AC3">
        <w:rPr>
          <w:rFonts w:ascii="Times New Roman" w:hAnsi="Times New Roman"/>
          <w:sz w:val="20"/>
          <w:szCs w:val="20"/>
        </w:rPr>
        <w:t xml:space="preserve">on </w:t>
      </w:r>
      <w:r>
        <w:rPr>
          <w:rFonts w:ascii="Times New Roman" w:hAnsi="Times New Roman"/>
          <w:sz w:val="20"/>
          <w:szCs w:val="20"/>
        </w:rPr>
        <w:t>aver</w:t>
      </w:r>
      <w:r w:rsidR="005E1AC3">
        <w:rPr>
          <w:rFonts w:ascii="Times New Roman" w:hAnsi="Times New Roman"/>
          <w:sz w:val="20"/>
          <w:szCs w:val="20"/>
        </w:rPr>
        <w:t xml:space="preserve"> riportato condanne penali e non </w:t>
      </w:r>
      <w:r>
        <w:rPr>
          <w:rFonts w:ascii="Times New Roman" w:hAnsi="Times New Roman"/>
          <w:sz w:val="20"/>
          <w:szCs w:val="20"/>
        </w:rPr>
        <w:t>essere</w:t>
      </w:r>
      <w:r w:rsidR="005E1AC3">
        <w:rPr>
          <w:rFonts w:ascii="Times New Roman" w:hAnsi="Times New Roman"/>
          <w:sz w:val="20"/>
          <w:szCs w:val="20"/>
        </w:rPr>
        <w:t xml:space="preserve"> destinatari</w:t>
      </w:r>
      <w:r>
        <w:rPr>
          <w:rFonts w:ascii="Times New Roman" w:hAnsi="Times New Roman"/>
          <w:sz w:val="20"/>
          <w:szCs w:val="20"/>
        </w:rPr>
        <w:t>o</w:t>
      </w:r>
      <w:r w:rsidR="005E1AC3">
        <w:rPr>
          <w:rFonts w:ascii="Times New Roman" w:hAnsi="Times New Roman"/>
          <w:sz w:val="20"/>
          <w:szCs w:val="20"/>
        </w:rPr>
        <w:t xml:space="preserve"> di provvedimenti che </w:t>
      </w:r>
      <w:r w:rsidR="005E1AC3">
        <w:rPr>
          <w:rFonts w:ascii="Times New Roman" w:hAnsi="Times New Roman"/>
          <w:sz w:val="20"/>
          <w:szCs w:val="20"/>
        </w:rPr>
        <w:t>riguardino l'applicazione di misure di prevenzione, di decisioni civili e di provvedimenti amministrativi iscritti nel Casellario Giudiziale;</w:t>
      </w:r>
    </w:p>
    <w:p w:rsidR="004754D6" w:rsidRDefault="0002441E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Di </w:t>
      </w:r>
      <w:r w:rsidR="005E1AC3">
        <w:rPr>
          <w:rFonts w:ascii="Times New Roman" w:hAnsi="Times New Roman"/>
          <w:sz w:val="20"/>
          <w:szCs w:val="20"/>
        </w:rPr>
        <w:t xml:space="preserve"> non </w:t>
      </w:r>
      <w:r>
        <w:rPr>
          <w:rFonts w:ascii="Times New Roman" w:hAnsi="Times New Roman"/>
          <w:sz w:val="20"/>
          <w:szCs w:val="20"/>
        </w:rPr>
        <w:t>essere sottoposto</w:t>
      </w:r>
      <w:r w:rsidR="005E1AC3">
        <w:rPr>
          <w:rFonts w:ascii="Times New Roman" w:hAnsi="Times New Roman"/>
          <w:sz w:val="20"/>
          <w:szCs w:val="20"/>
        </w:rPr>
        <w:t xml:space="preserve"> a procedimenti penali;</w:t>
      </w:r>
    </w:p>
    <w:p w:rsidR="004754D6" w:rsidRDefault="0002441E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Di non essere stato</w:t>
      </w:r>
      <w:r w:rsidR="005E1AC3">
        <w:rPr>
          <w:rFonts w:ascii="Times New Roman" w:hAnsi="Times New Roman"/>
          <w:sz w:val="20"/>
          <w:szCs w:val="20"/>
        </w:rPr>
        <w:t xml:space="preserve"> destituit</w:t>
      </w:r>
      <w:r>
        <w:rPr>
          <w:rFonts w:ascii="Times New Roman" w:hAnsi="Times New Roman"/>
          <w:sz w:val="20"/>
          <w:szCs w:val="20"/>
        </w:rPr>
        <w:t>o</w:t>
      </w:r>
      <w:r w:rsidR="005E1AC3">
        <w:rPr>
          <w:rFonts w:ascii="Times New Roman" w:hAnsi="Times New Roman"/>
          <w:sz w:val="20"/>
          <w:szCs w:val="20"/>
        </w:rPr>
        <w:t xml:space="preserve"> da pubbliche Amministrazioni;</w:t>
      </w:r>
    </w:p>
    <w:p w:rsidR="004754D6" w:rsidRDefault="0002441E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Di non trovami</w:t>
      </w:r>
      <w:r w:rsidR="005E1AC3">
        <w:rPr>
          <w:rFonts w:ascii="Times New Roman" w:hAnsi="Times New Roman"/>
          <w:sz w:val="20"/>
          <w:szCs w:val="20"/>
        </w:rPr>
        <w:t xml:space="preserve"> in alcuna posizione di incompatibilità con pubblico impiego;</w:t>
      </w:r>
    </w:p>
    <w:p w:rsidR="004754D6" w:rsidRDefault="0002441E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Di e</w:t>
      </w:r>
      <w:r w:rsidR="005E1AC3">
        <w:rPr>
          <w:rFonts w:ascii="Times New Roman" w:hAnsi="Times New Roman"/>
          <w:sz w:val="20"/>
          <w:szCs w:val="20"/>
        </w:rPr>
        <w:t>ssere in regola con gli obblighi di legge in materia fiscale;</w:t>
      </w:r>
    </w:p>
    <w:p w:rsidR="004754D6" w:rsidRDefault="004754D6">
      <w:pPr>
        <w:pStyle w:val="Paragrafoelenco"/>
        <w:ind w:left="0"/>
        <w:rPr>
          <w:rFonts w:ascii="Times New Roman" w:hAnsi="Times New Roman"/>
          <w:sz w:val="20"/>
        </w:rPr>
      </w:pPr>
    </w:p>
    <w:p w:rsidR="004754D6" w:rsidRDefault="005E1AC3">
      <w:r>
        <w:rPr>
          <w:rFonts w:ascii="Times New Roman" w:hAnsi="Times New Roman"/>
          <w:sz w:val="20"/>
        </w:rPr>
        <w:t xml:space="preserve"> di aver conseguito</w:t>
      </w:r>
      <w:r>
        <w:rPr>
          <w:rFonts w:ascii="Times New Roman" w:hAnsi="Times New Roman"/>
          <w:sz w:val="20"/>
        </w:rPr>
        <w:t xml:space="preserve"> i seguenti titoli formativi e scientifici:</w:t>
      </w:r>
    </w:p>
    <w:p w:rsidR="004754D6" w:rsidRDefault="005E1AC3">
      <w:r>
        <w:rPr>
          <w:rFonts w:ascii="Times New Roman" w:hAnsi="Times New Roman"/>
          <w:sz w:val="20"/>
        </w:rPr>
        <w:t>1-_____________________________ in data _________presso_______________________________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>2-_____________________________ in data _________presso_______________________________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 xml:space="preserve">3-_____________________________ in </w:t>
      </w:r>
      <w:r>
        <w:rPr>
          <w:rFonts w:ascii="Times New Roman" w:hAnsi="Times New Roman"/>
          <w:sz w:val="20"/>
        </w:rPr>
        <w:t>data _________presso_______________________________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>4-_____________________________ in data _________presso_______________________________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>5-_____________________________ in data _________presso_______________________________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>6-____________________________</w:t>
      </w:r>
      <w:r>
        <w:rPr>
          <w:rFonts w:ascii="Times New Roman" w:hAnsi="Times New Roman"/>
          <w:sz w:val="20"/>
        </w:rPr>
        <w:t>_ in data _________presso_______________________________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>7-_____________________________ in data _________presso_______________________________</w:t>
      </w:r>
    </w:p>
    <w:p w:rsidR="004754D6" w:rsidRDefault="005E1AC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8-_____________________________ in data _________presso_______________________________</w:t>
      </w:r>
    </w:p>
    <w:p w:rsidR="004754D6" w:rsidRDefault="004754D6">
      <w:pPr>
        <w:rPr>
          <w:rFonts w:ascii="Times New Roman" w:hAnsi="Times New Roman"/>
          <w:sz w:val="20"/>
        </w:rPr>
      </w:pPr>
    </w:p>
    <w:p w:rsidR="004754D6" w:rsidRDefault="005E1AC3">
      <w:r>
        <w:rPr>
          <w:rFonts w:ascii="Times New Roman" w:hAnsi="Times New Roman"/>
          <w:sz w:val="20"/>
        </w:rPr>
        <w:lastRenderedPageBreak/>
        <w:t>di aver di aver realizza</w:t>
      </w:r>
      <w:r>
        <w:rPr>
          <w:rFonts w:ascii="Times New Roman" w:hAnsi="Times New Roman"/>
          <w:sz w:val="20"/>
        </w:rPr>
        <w:t>to le seguenti pubblicazioni scientifiche – ambito psicologia scolastica:</w:t>
      </w:r>
    </w:p>
    <w:p w:rsidR="004754D6" w:rsidRDefault="005E1AC3">
      <w:r>
        <w:rPr>
          <w:rFonts w:ascii="Times New Roman" w:hAnsi="Times New Roman"/>
          <w:sz w:val="20"/>
        </w:rPr>
        <w:t>1-_____________________________ in data _________presso_______________________________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>2-_____________________________ in data _________presso_______________________________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>3-______</w:t>
      </w:r>
      <w:r>
        <w:rPr>
          <w:rFonts w:ascii="Times New Roman" w:hAnsi="Times New Roman"/>
          <w:sz w:val="20"/>
        </w:rPr>
        <w:t>_______________________ in data _________presso_______________________________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>4-_____________________________ in data _________presso_______________________________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>5-_____________________________ in data _________presso_______________________________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>6-_</w:t>
      </w:r>
      <w:r>
        <w:rPr>
          <w:rFonts w:ascii="Times New Roman" w:hAnsi="Times New Roman"/>
          <w:sz w:val="20"/>
        </w:rPr>
        <w:t>____________________________ in data _________presso_______________________________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>7-_____________________________ in data _________presso_______________________________</w:t>
      </w:r>
    </w:p>
    <w:p w:rsidR="004754D6" w:rsidRDefault="005E1AC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8-_____________________________ in data _________presso______________________________</w:t>
      </w:r>
      <w:r>
        <w:rPr>
          <w:rFonts w:ascii="Times New Roman" w:hAnsi="Times New Roman"/>
          <w:sz w:val="20"/>
        </w:rPr>
        <w:t>_</w:t>
      </w:r>
    </w:p>
    <w:p w:rsidR="004754D6" w:rsidRDefault="004754D6">
      <w:pPr>
        <w:rPr>
          <w:rFonts w:ascii="Times New Roman" w:hAnsi="Times New Roman"/>
          <w:sz w:val="20"/>
        </w:rPr>
      </w:pPr>
    </w:p>
    <w:p w:rsidR="004754D6" w:rsidRDefault="005E1AC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di aver svolto le seguenti esperienze in Progetti in ambito scolastico:</w:t>
      </w:r>
    </w:p>
    <w:p w:rsidR="004754D6" w:rsidRDefault="005E1AC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1-_____________________________ in data _________ 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>2-_____________________________ in data _________presso_______________________________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>3-___</w:t>
      </w:r>
      <w:r>
        <w:rPr>
          <w:rFonts w:ascii="Times New Roman" w:hAnsi="Times New Roman"/>
          <w:sz w:val="20"/>
        </w:rPr>
        <w:t>__________________________ in data _________presso_______________________________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>4-_____________________________ in data _________presso_______________________________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>5-_____________________________ in data _________presso_______________________________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>6-_____________________________ in data _________presso_______________________________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>7-_____________________________ in data _________presso_______________________________</w:t>
      </w:r>
    </w:p>
    <w:p w:rsidR="004754D6" w:rsidRDefault="005E1AC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8-_____________________________ in data _________presso___________________________</w:t>
      </w:r>
      <w:r>
        <w:rPr>
          <w:rFonts w:ascii="Times New Roman" w:hAnsi="Times New Roman"/>
          <w:sz w:val="20"/>
        </w:rPr>
        <w:t>____</w:t>
      </w:r>
    </w:p>
    <w:p w:rsidR="004754D6" w:rsidRDefault="004754D6"/>
    <w:p w:rsidR="004754D6" w:rsidRDefault="005E1AC3">
      <w:r>
        <w:rPr>
          <w:rFonts w:ascii="Times New Roman" w:hAnsi="Times New Roman"/>
          <w:sz w:val="20"/>
        </w:rPr>
        <w:t xml:space="preserve"> di aver di aver svolto le seguenti esperienze professionali: Sportello d’ascolto</w:t>
      </w:r>
    </w:p>
    <w:p w:rsidR="004754D6" w:rsidRDefault="005E1AC3">
      <w:r>
        <w:rPr>
          <w:rFonts w:ascii="Times New Roman" w:hAnsi="Times New Roman"/>
          <w:sz w:val="20"/>
        </w:rPr>
        <w:t>1-_____________________________ in data _________presso_______________________________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>2-_____________________________ in data _________presso___________</w:t>
      </w:r>
      <w:r>
        <w:rPr>
          <w:rFonts w:ascii="Times New Roman" w:hAnsi="Times New Roman"/>
          <w:sz w:val="20"/>
        </w:rPr>
        <w:t>____________________</w:t>
      </w:r>
    </w:p>
    <w:p w:rsidR="004754D6" w:rsidRDefault="005E1AC3">
      <w:r>
        <w:rPr>
          <w:rFonts w:ascii="Times New Roman" w:hAnsi="Times New Roman"/>
          <w:sz w:val="20"/>
        </w:rPr>
        <w:t>3-_____________________________ in data _________presso_______________________________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>4-_____________________________ in data _________presso_______________________________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 xml:space="preserve">5-_____________________________ in data </w:t>
      </w:r>
      <w:r>
        <w:rPr>
          <w:rFonts w:ascii="Times New Roman" w:hAnsi="Times New Roman"/>
          <w:sz w:val="20"/>
        </w:rPr>
        <w:t>_________presso_______________________________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>6-_____________________________ in data _________presso_______________________________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>7-_____________________________ in data _________presso_______________________________</w:t>
      </w:r>
    </w:p>
    <w:p w:rsidR="004754D6" w:rsidRDefault="005E1AC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8-_____________________________ in </w:t>
      </w:r>
      <w:r>
        <w:rPr>
          <w:rFonts w:ascii="Times New Roman" w:hAnsi="Times New Roman"/>
          <w:sz w:val="20"/>
        </w:rPr>
        <w:t>data _________presso_______________________________</w:t>
      </w:r>
    </w:p>
    <w:p w:rsidR="004754D6" w:rsidRDefault="004754D6"/>
    <w:p w:rsidR="004754D6" w:rsidRDefault="005E1AC3">
      <w:r>
        <w:rPr>
          <w:rFonts w:ascii="Times New Roman" w:hAnsi="Times New Roman"/>
          <w:sz w:val="20"/>
        </w:rPr>
        <w:t xml:space="preserve"> di aver di aver svolto le seguenti esperienze professionali: Esperienze certificate esperto psicologo in ambito extrascolastico – Esperienze documentate di consulenza psicologica specifica Covid-19 </w:t>
      </w:r>
    </w:p>
    <w:p w:rsidR="004754D6" w:rsidRDefault="005E1AC3">
      <w:r>
        <w:rPr>
          <w:rFonts w:ascii="Times New Roman" w:hAnsi="Times New Roman"/>
          <w:sz w:val="20"/>
        </w:rPr>
        <w:t>1-_</w:t>
      </w:r>
      <w:r>
        <w:rPr>
          <w:rFonts w:ascii="Times New Roman" w:hAnsi="Times New Roman"/>
          <w:sz w:val="20"/>
        </w:rPr>
        <w:t>____________________________ in data _________presso_______________________________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>2-_____________________________ in data _________presso_______________________________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>3-_____________________________ in data _________presso______________________________</w:t>
      </w:r>
      <w:r>
        <w:rPr>
          <w:rFonts w:ascii="Times New Roman" w:hAnsi="Times New Roman"/>
          <w:sz w:val="20"/>
        </w:rPr>
        <w:t>_</w:t>
      </w:r>
    </w:p>
    <w:p w:rsidR="004754D6" w:rsidRDefault="005E1AC3">
      <w:r>
        <w:rPr>
          <w:rFonts w:ascii="Times New Roman" w:hAnsi="Times New Roman"/>
          <w:sz w:val="20"/>
        </w:rPr>
        <w:t>4-_____________________________ in data _________presso_______________________________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>5-_____________________________ in data _________presso_______________________________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>6-_____________________________ in data _________presso_________________________</w:t>
      </w:r>
      <w:r>
        <w:rPr>
          <w:rFonts w:ascii="Times New Roman" w:hAnsi="Times New Roman"/>
          <w:sz w:val="20"/>
        </w:rPr>
        <w:t>______</w:t>
      </w:r>
    </w:p>
    <w:p w:rsidR="004754D6" w:rsidRDefault="005E1AC3">
      <w:r>
        <w:rPr>
          <w:rFonts w:ascii="Times New Roman" w:hAnsi="Times New Roman"/>
          <w:sz w:val="20"/>
        </w:rPr>
        <w:t>7-_____________________________ in data _________presso_______________________________</w:t>
      </w:r>
    </w:p>
    <w:p w:rsidR="004754D6" w:rsidRDefault="005E1AC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8-_____________________________ in data _________presso_______________________________</w:t>
      </w:r>
    </w:p>
    <w:p w:rsidR="004754D6" w:rsidRDefault="004754D6">
      <w:pPr>
        <w:rPr>
          <w:rFonts w:ascii="Times New Roman" w:hAnsi="Times New Roman"/>
          <w:sz w:val="20"/>
        </w:rPr>
      </w:pPr>
    </w:p>
    <w:p w:rsidR="004754D6" w:rsidRDefault="005E1AC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Ruolo come formatore/conduttore di laboratori per famiglie e/o alunni (min</w:t>
      </w:r>
      <w:r>
        <w:rPr>
          <w:rFonts w:ascii="Times New Roman" w:hAnsi="Times New Roman"/>
          <w:sz w:val="20"/>
        </w:rPr>
        <w:t xml:space="preserve">imo 30 ore per ogni esperienza </w:t>
      </w:r>
    </w:p>
    <w:p w:rsidR="004754D6" w:rsidRDefault="005E1AC3">
      <w:r>
        <w:rPr>
          <w:rFonts w:ascii="Times New Roman" w:hAnsi="Times New Roman"/>
          <w:sz w:val="20"/>
        </w:rPr>
        <w:t>documentata e retribuita)</w:t>
      </w:r>
    </w:p>
    <w:p w:rsidR="004754D6" w:rsidRDefault="005E1AC3">
      <w:r>
        <w:rPr>
          <w:rFonts w:ascii="Times New Roman" w:hAnsi="Times New Roman"/>
          <w:sz w:val="20"/>
        </w:rPr>
        <w:t>1- _____________________________ in data _________presso_______________________________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>2- _____________________________ in data _________presso_______________________________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>3- ___________________</w:t>
      </w:r>
      <w:r>
        <w:rPr>
          <w:rFonts w:ascii="Times New Roman" w:hAnsi="Times New Roman"/>
          <w:sz w:val="20"/>
        </w:rPr>
        <w:t>__________ in data _________presso_______________________________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>4- _____________________________ in data _________presso_______________________________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>5- _____________________________ in data _________presso_______________________________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>6-____________</w:t>
      </w:r>
      <w:r>
        <w:rPr>
          <w:rFonts w:ascii="Times New Roman" w:hAnsi="Times New Roman"/>
          <w:sz w:val="20"/>
        </w:rPr>
        <w:t>_________________ in data _________presso_______________________________</w:t>
      </w:r>
    </w:p>
    <w:p w:rsidR="004754D6" w:rsidRDefault="005E1AC3">
      <w:r>
        <w:rPr>
          <w:rFonts w:ascii="Times New Roman" w:hAnsi="Times New Roman"/>
          <w:sz w:val="20"/>
        </w:rPr>
        <w:t>7-_____________________________ in data _________presso_______________________________</w:t>
      </w:r>
    </w:p>
    <w:p w:rsidR="004754D6" w:rsidRDefault="005E1AC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8-_____________________________ in data _________presso_______________________________</w:t>
      </w:r>
    </w:p>
    <w:p w:rsidR="004754D6" w:rsidRDefault="004754D6">
      <w:pPr>
        <w:rPr>
          <w:rFonts w:ascii="Times New Roman" w:hAnsi="Times New Roman"/>
          <w:sz w:val="20"/>
        </w:rPr>
      </w:pPr>
    </w:p>
    <w:p w:rsidR="004754D6" w:rsidRDefault="004754D6"/>
    <w:p w:rsidR="004754D6" w:rsidRDefault="005E1AC3">
      <w:r>
        <w:rPr>
          <w:rFonts w:ascii="Times New Roman" w:hAnsi="Times New Roman"/>
          <w:sz w:val="20"/>
        </w:rPr>
        <w:t xml:space="preserve"> Data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Firma</w:t>
      </w:r>
    </w:p>
    <w:p w:rsidR="004754D6" w:rsidRDefault="004754D6"/>
    <w:p w:rsidR="004754D6" w:rsidRDefault="005E1AC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Si allegano:</w:t>
      </w:r>
    </w:p>
    <w:p w:rsidR="004754D6" w:rsidRDefault="005E1AC3">
      <w:pPr>
        <w:numPr>
          <w:ilvl w:val="0"/>
          <w:numId w:val="2"/>
        </w:numPr>
        <w:ind w:left="-360"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Fotocopia del documento d'identità</w:t>
      </w:r>
    </w:p>
    <w:p w:rsidR="004754D6" w:rsidRDefault="005E1AC3">
      <w:pPr>
        <w:numPr>
          <w:ilvl w:val="0"/>
          <w:numId w:val="2"/>
        </w:numPr>
        <w:ind w:left="-360"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Curriculum vitae in formato europeo</w:t>
      </w:r>
    </w:p>
    <w:p w:rsidR="004754D6" w:rsidRDefault="005E1AC3">
      <w:pPr>
        <w:numPr>
          <w:ilvl w:val="0"/>
          <w:numId w:val="2"/>
        </w:numPr>
        <w:ind w:left="-360"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Progetto didattico relativo alle attività richieste.</w:t>
      </w:r>
    </w:p>
    <w:p w:rsidR="004754D6" w:rsidRDefault="004754D6">
      <w:pPr>
        <w:rPr>
          <w:rFonts w:ascii="Times New Roman" w:hAnsi="Times New Roman"/>
          <w:sz w:val="20"/>
        </w:rPr>
      </w:pPr>
    </w:p>
    <w:p w:rsidR="004754D6" w:rsidRDefault="004754D6">
      <w:pPr>
        <w:rPr>
          <w:rFonts w:ascii="Times New Roman" w:hAnsi="Times New Roman"/>
          <w:sz w:val="20"/>
        </w:rPr>
      </w:pPr>
    </w:p>
    <w:p w:rsidR="004754D6" w:rsidRDefault="004754D6">
      <w:pPr>
        <w:rPr>
          <w:rFonts w:ascii="Times New Roman" w:hAnsi="Times New Roman"/>
          <w:sz w:val="20"/>
        </w:rPr>
      </w:pPr>
    </w:p>
    <w:p w:rsidR="004754D6" w:rsidRDefault="005E1AC3">
      <w:r>
        <w:rPr>
          <w:rFonts w:ascii="Times New Roman" w:hAnsi="Times New Roman"/>
          <w:sz w:val="20"/>
        </w:rPr>
        <w:t>CONSENSO PER IL TRATTAMENTO DEI DATI PERSONALI E PARTICOLARI</w:t>
      </w:r>
    </w:p>
    <w:p w:rsidR="004754D6" w:rsidRDefault="005E1AC3">
      <w:r>
        <w:rPr>
          <w:rFonts w:ascii="Times New Roman" w:hAnsi="Times New Roman"/>
          <w:sz w:val="20"/>
        </w:rPr>
        <w:t xml:space="preserve"> Il/La sottoscritt_ ____________________</w:t>
      </w:r>
      <w:r>
        <w:rPr>
          <w:rFonts w:ascii="Times New Roman" w:hAnsi="Times New Roman"/>
          <w:sz w:val="20"/>
        </w:rPr>
        <w:t>_____________________________________,acquisite le informazioni relative all’informativa sulla privacy (presente sul sito istituzionale) ex art. 13 del D.Lgs. n. 196/03 come modificato dal D.Lgs. 101/18 e art. 13 del Regolamento Europeo 2016/679, per il tr</w:t>
      </w:r>
      <w:r>
        <w:rPr>
          <w:rFonts w:ascii="Times New Roman" w:hAnsi="Times New Roman"/>
          <w:sz w:val="20"/>
        </w:rPr>
        <w:t>attamento dei dati personali, fornita dal titolare del trattamento:</w:t>
      </w:r>
    </w:p>
    <w:p w:rsidR="004754D6" w:rsidRDefault="005E1AC3">
      <w:r>
        <w:rPr>
          <w:rFonts w:ascii="Times New Roman" w:hAnsi="Times New Roman"/>
          <w:sz w:val="20"/>
        </w:rPr>
        <w:t xml:space="preserve"> - Presta il suo consenso per il trattamento dei dati necessari allo svolgimento delle operazioni indicate nell’informativa;</w:t>
      </w:r>
    </w:p>
    <w:p w:rsidR="004754D6" w:rsidRDefault="005E1AC3">
      <w:r>
        <w:rPr>
          <w:rFonts w:ascii="Times New Roman" w:hAnsi="Times New Roman"/>
          <w:sz w:val="20"/>
        </w:rPr>
        <w:t xml:space="preserve"> - Presta il suo consenso per la comunicazione dei dati ai sogg</w:t>
      </w:r>
      <w:r>
        <w:rPr>
          <w:rFonts w:ascii="Times New Roman" w:hAnsi="Times New Roman"/>
          <w:sz w:val="20"/>
        </w:rPr>
        <w:t>etti indicati nell’informativa.</w:t>
      </w:r>
    </w:p>
    <w:p w:rsidR="004754D6" w:rsidRDefault="005E1AC3">
      <w:r>
        <w:rPr>
          <w:rFonts w:ascii="Times New Roman" w:hAnsi="Times New Roman"/>
          <w:sz w:val="20"/>
        </w:rPr>
        <w:t xml:space="preserve"> Il/La sottoscritt_ è consapevole che il mancato consenso al trattamento ed all’eventuale comunicazione dei dati di cui sopra comporterà l’impossibilità della valutazione della presente istanza e dei documenti allegati.</w:t>
      </w:r>
    </w:p>
    <w:p w:rsidR="004754D6" w:rsidRDefault="004754D6"/>
    <w:p w:rsidR="004754D6" w:rsidRDefault="005E1AC3">
      <w:r>
        <w:rPr>
          <w:rFonts w:ascii="Times New Roman" w:hAnsi="Times New Roman"/>
          <w:sz w:val="20"/>
        </w:rPr>
        <w:t>Dat</w:t>
      </w:r>
      <w:r>
        <w:rPr>
          <w:rFonts w:ascii="Times New Roman" w:hAnsi="Times New Roman"/>
          <w:sz w:val="20"/>
        </w:rPr>
        <w:t xml:space="preserve">a_____________________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Firma</w:t>
      </w:r>
    </w:p>
    <w:sectPr w:rsidR="004754D6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AC3" w:rsidRDefault="005E1AC3">
      <w:r>
        <w:separator/>
      </w:r>
    </w:p>
  </w:endnote>
  <w:endnote w:type="continuationSeparator" w:id="0">
    <w:p w:rsidR="005E1AC3" w:rsidRDefault="005E1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AC3" w:rsidRDefault="005E1AC3">
      <w:r>
        <w:rPr>
          <w:color w:val="000000"/>
        </w:rPr>
        <w:separator/>
      </w:r>
    </w:p>
  </w:footnote>
  <w:footnote w:type="continuationSeparator" w:id="0">
    <w:p w:rsidR="005E1AC3" w:rsidRDefault="005E1A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727CD"/>
    <w:multiLevelType w:val="multilevel"/>
    <w:tmpl w:val="505C6750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E8C7DF9"/>
    <w:multiLevelType w:val="multilevel"/>
    <w:tmpl w:val="3B161538"/>
    <w:lvl w:ilvl="0">
      <w:numFmt w:val="bullet"/>
      <w:lvlText w:val="•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4754D6"/>
    <w:rsid w:val="0002441E"/>
    <w:rsid w:val="004754D6"/>
    <w:rsid w:val="005E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D1B8E7-71AA-47E1-AE83-25F5B08E1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kern w:val="3"/>
        <w:sz w:val="22"/>
        <w:szCs w:val="22"/>
        <w:lang w:val="it-IT" w:eastAsia="it-IT" w:bidi="ar-SA"/>
      </w:rPr>
    </w:rPrDefault>
    <w:pPrDefault>
      <w:pPr>
        <w:widowControl w:val="0"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uppressAutoHyphens w:val="0"/>
      <w:overflowPunct/>
      <w:textAlignment w:val="auto"/>
    </w:pPr>
    <w:rPr>
      <w:rFonts w:eastAsia="Calibri" w:cs="Calibri"/>
      <w:kern w:val="0"/>
      <w:lang w:eastAsia="en-US"/>
    </w:rPr>
  </w:style>
  <w:style w:type="character" w:customStyle="1" w:styleId="CorpotestoCarattere">
    <w:name w:val="Corpo testo Carattere"/>
    <w:basedOn w:val="Carpredefinitoparagrafo"/>
    <w:rPr>
      <w:rFonts w:eastAsia="Calibri" w:cs="Calibri"/>
      <w:kern w:val="0"/>
      <w:lang w:eastAsia="en-US"/>
    </w:rPr>
  </w:style>
  <w:style w:type="paragraph" w:styleId="Paragrafoelenco">
    <w:name w:val="List Paragraph"/>
    <w:basedOn w:val="Normal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1284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Caterina Patti</dc:creator>
  <cp:lastModifiedBy>Caterina P.Cate. Patti</cp:lastModifiedBy>
  <cp:revision>2</cp:revision>
  <dcterms:created xsi:type="dcterms:W3CDTF">2022-10-16T20:08:00Z</dcterms:created>
  <dcterms:modified xsi:type="dcterms:W3CDTF">2022-10-16T20:08:00Z</dcterms:modified>
</cp:coreProperties>
</file>