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FE3" w:rsidRDefault="00922FE3">
      <w:pPr>
        <w:spacing w:after="232"/>
        <w:ind w:left="43"/>
      </w:pPr>
      <w:r>
        <w:rPr>
          <w:b/>
        </w:rPr>
        <w:t>ALLEGATO B – DOMANDA DI PARTECIPAZIONE</w:t>
      </w:r>
      <w:bookmarkStart w:id="0" w:name="_GoBack"/>
      <w:bookmarkEnd w:id="0"/>
    </w:p>
    <w:p w:rsidR="00922FE3" w:rsidRDefault="00922FE3" w:rsidP="005F4A68">
      <w:pPr>
        <w:spacing w:after="0" w:line="240" w:lineRule="auto"/>
        <w:ind w:left="6449" w:hanging="10"/>
      </w:pPr>
      <w:r>
        <w:t xml:space="preserve">Al Dirigente scolastico  </w:t>
      </w:r>
    </w:p>
    <w:p w:rsidR="00922FE3" w:rsidRDefault="00922FE3" w:rsidP="005F4A68">
      <w:pPr>
        <w:spacing w:after="0" w:line="240" w:lineRule="auto"/>
        <w:ind w:left="6449" w:hanging="10"/>
      </w:pPr>
      <w:r>
        <w:t>Dell’IC Novara di Sicilia</w:t>
      </w:r>
    </w:p>
    <w:p w:rsidR="00922FE3" w:rsidRDefault="00922FE3" w:rsidP="005F4A68">
      <w:pPr>
        <w:spacing w:after="0" w:line="240" w:lineRule="auto"/>
        <w:ind w:left="6449" w:hanging="10"/>
      </w:pPr>
    </w:p>
    <w:p w:rsidR="00922FE3" w:rsidRDefault="00922FE3" w:rsidP="009F5188">
      <w:pPr>
        <w:spacing w:after="243" w:line="276" w:lineRule="auto"/>
        <w:ind w:left="38" w:hanging="10"/>
        <w:jc w:val="center"/>
      </w:pPr>
      <w:r>
        <w:t xml:space="preserve">Il/La sottoscritto\a _________________________________________ nato\a a _______________________________ prov. ______il ___________________domiciliato\a a____________________________________________________ alla Via________________________________________ tel. __________________ cellulare ____________________ e­mail ____________________________________ Cod. fiscale ___________________________________________ genitore dell’alunno _______________________________frequentante nell’ A.S. 2022/2023 la classe ____________ del plesso di ____________________________________ e­mail _____________________________@____________ </w:t>
      </w:r>
    </w:p>
    <w:p w:rsidR="00922FE3" w:rsidRDefault="00922FE3" w:rsidP="00315039">
      <w:pPr>
        <w:spacing w:after="243" w:line="240" w:lineRule="auto"/>
        <w:ind w:left="38" w:hanging="10"/>
        <w:jc w:val="center"/>
        <w:rPr>
          <w:b/>
        </w:rPr>
      </w:pPr>
      <w:r>
        <w:rPr>
          <w:b/>
        </w:rPr>
        <w:t xml:space="preserve">CHIEDE </w:t>
      </w:r>
    </w:p>
    <w:p w:rsidR="00922FE3" w:rsidRDefault="00922FE3" w:rsidP="00315039">
      <w:pPr>
        <w:spacing w:after="243" w:line="240" w:lineRule="auto"/>
        <w:ind w:left="38" w:hanging="10"/>
        <w:jc w:val="center"/>
      </w:pPr>
      <w:r>
        <w:t>di partecipare alla selezione per la frequenza dei moduli previsti dal progetto</w:t>
      </w:r>
    </w:p>
    <w:p w:rsidR="00922FE3" w:rsidRDefault="00922FE3">
      <w:pPr>
        <w:pStyle w:val="Heading1"/>
        <w:rPr>
          <w:i w:val="0"/>
          <w:u w:val="none"/>
        </w:rPr>
      </w:pPr>
      <w:r w:rsidRPr="001516AA">
        <w:rPr>
          <w:i w:val="0"/>
        </w:rPr>
        <w:t>APPRENDIMENTO E SOCIALITA’</w:t>
      </w:r>
      <w:r w:rsidRPr="001516AA">
        <w:rPr>
          <w:i w:val="0"/>
          <w:u w:val="none"/>
        </w:rPr>
        <w:t xml:space="preserve"> </w:t>
      </w:r>
    </w:p>
    <w:p w:rsidR="00922FE3" w:rsidRDefault="00922FE3">
      <w:pPr>
        <w:spacing w:after="3" w:line="265" w:lineRule="auto"/>
        <w:ind w:left="38" w:hanging="10"/>
      </w:pPr>
      <w:r>
        <w:t xml:space="preserve">Secondo l’allegata tabella: </w:t>
      </w:r>
    </w:p>
    <w:tbl>
      <w:tblPr>
        <w:tblW w:w="1060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78"/>
        <w:gridCol w:w="1347"/>
        <w:gridCol w:w="1723"/>
        <w:gridCol w:w="1653"/>
        <w:gridCol w:w="491"/>
        <w:gridCol w:w="1331"/>
        <w:gridCol w:w="1732"/>
        <w:gridCol w:w="1452"/>
      </w:tblGrid>
      <w:tr w:rsidR="00922FE3" w:rsidRPr="0025196C" w:rsidTr="00AD72CB">
        <w:trPr>
          <w:tblCellSpacing w:w="15" w:type="dxa"/>
        </w:trPr>
        <w:tc>
          <w:tcPr>
            <w:tcW w:w="833" w:type="dxa"/>
            <w:vMerge w:val="restart"/>
            <w:textDirection w:val="btLr"/>
            <w:vAlign w:val="center"/>
          </w:tcPr>
          <w:p w:rsidR="00922FE3" w:rsidRPr="00D25DA5" w:rsidRDefault="00922FE3" w:rsidP="00892336">
            <w:pPr>
              <w:ind w:left="113" w:right="113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>INSIEME PER CRESCERE E CREARE</w:t>
            </w:r>
          </w:p>
        </w:tc>
        <w:tc>
          <w:tcPr>
            <w:tcW w:w="1317" w:type="dxa"/>
          </w:tcPr>
          <w:p w:rsidR="00922FE3" w:rsidRPr="00D25DA5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</w:pPr>
            <w:r w:rsidRPr="00D25DA5"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>Azione</w:t>
            </w:r>
            <w:r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 xml:space="preserve"> 10.1.1A</w:t>
            </w:r>
            <w:r w:rsidRPr="00D25DA5"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 xml:space="preserve"> Modulo</w:t>
            </w:r>
          </w:p>
        </w:tc>
        <w:tc>
          <w:tcPr>
            <w:tcW w:w="1693" w:type="dxa"/>
            <w:vAlign w:val="center"/>
          </w:tcPr>
          <w:p w:rsidR="00922FE3" w:rsidRPr="00D25DA5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</w:pPr>
            <w:r w:rsidRPr="00D25DA5"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>Tipologia Modulo</w:t>
            </w:r>
          </w:p>
        </w:tc>
        <w:tc>
          <w:tcPr>
            <w:tcW w:w="1623" w:type="dxa"/>
            <w:vAlign w:val="center"/>
          </w:tcPr>
          <w:p w:rsidR="00922FE3" w:rsidRPr="00D25DA5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</w:pPr>
            <w:r w:rsidRPr="00D25DA5"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>Titolo del Modulo</w:t>
            </w:r>
          </w:p>
        </w:tc>
        <w:tc>
          <w:tcPr>
            <w:tcW w:w="461" w:type="dxa"/>
            <w:vAlign w:val="center"/>
          </w:tcPr>
          <w:p w:rsidR="00922FE3" w:rsidRPr="00D25DA5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</w:pPr>
            <w:r w:rsidRPr="00D25DA5"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>n° ore</w:t>
            </w:r>
          </w:p>
        </w:tc>
        <w:tc>
          <w:tcPr>
            <w:tcW w:w="1301" w:type="dxa"/>
            <w:vAlign w:val="center"/>
          </w:tcPr>
          <w:p w:rsidR="00922FE3" w:rsidRPr="00D25DA5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</w:pPr>
            <w:r w:rsidRPr="00D25DA5"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>Scuola</w:t>
            </w:r>
          </w:p>
        </w:tc>
        <w:tc>
          <w:tcPr>
            <w:tcW w:w="1702" w:type="dxa"/>
            <w:vAlign w:val="center"/>
          </w:tcPr>
          <w:p w:rsidR="00922FE3" w:rsidRPr="00D25DA5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</w:pPr>
            <w:r w:rsidRPr="00D25DA5"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>Plesso</w:t>
            </w:r>
          </w:p>
        </w:tc>
        <w:tc>
          <w:tcPr>
            <w:tcW w:w="1407" w:type="dxa"/>
          </w:tcPr>
          <w:p w:rsidR="00922FE3" w:rsidRPr="00D25DA5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>Scelta</w:t>
            </w:r>
          </w:p>
        </w:tc>
      </w:tr>
      <w:tr w:rsidR="00922FE3" w:rsidRPr="0025196C" w:rsidTr="00AD72CB">
        <w:trPr>
          <w:tblCellSpacing w:w="15" w:type="dxa"/>
        </w:trPr>
        <w:tc>
          <w:tcPr>
            <w:tcW w:w="833" w:type="dxa"/>
            <w:vMerge/>
          </w:tcPr>
          <w:p w:rsidR="00922FE3" w:rsidRPr="00F1373D" w:rsidRDefault="00922FE3" w:rsidP="00892336">
            <w:pPr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  <w:tc>
          <w:tcPr>
            <w:tcW w:w="1317" w:type="dxa"/>
          </w:tcPr>
          <w:p w:rsidR="00922FE3" w:rsidRPr="00F1373D" w:rsidRDefault="00922FE3" w:rsidP="00892336">
            <w:pPr>
              <w:spacing w:line="251" w:lineRule="exact"/>
              <w:jc w:val="both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 w:rsidRPr="00F1373D">
              <w:rPr>
                <w:rFonts w:ascii="Bookman Old Style" w:hAnsi="Bookman Old Style"/>
                <w:bCs/>
                <w:iCs/>
                <w:sz w:val="16"/>
                <w:szCs w:val="16"/>
              </w:rPr>
              <w:t>Modulo 1</w:t>
            </w:r>
          </w:p>
        </w:tc>
        <w:tc>
          <w:tcPr>
            <w:tcW w:w="1693" w:type="dxa"/>
            <w:vAlign w:val="center"/>
          </w:tcPr>
          <w:p w:rsidR="00922FE3" w:rsidRPr="00F1373D" w:rsidRDefault="00922FE3" w:rsidP="00892336">
            <w:pPr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 w:rsidRPr="00F1373D">
              <w:rPr>
                <w:rFonts w:ascii="Bookman Old Style" w:hAnsi="Bookman Old Style"/>
                <w:bCs/>
                <w:iCs/>
                <w:sz w:val="16"/>
                <w:szCs w:val="16"/>
              </w:rPr>
              <w:t>Educazione motoria; sport; gioco didattico</w:t>
            </w:r>
          </w:p>
        </w:tc>
        <w:tc>
          <w:tcPr>
            <w:tcW w:w="1623" w:type="dxa"/>
            <w:vAlign w:val="center"/>
          </w:tcPr>
          <w:p w:rsidR="00922FE3" w:rsidRPr="00F1373D" w:rsidRDefault="00922FE3" w:rsidP="00892336">
            <w:pPr>
              <w:spacing w:line="251" w:lineRule="exact"/>
              <w:jc w:val="both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Muoviamoci 1</w:t>
            </w:r>
          </w:p>
        </w:tc>
        <w:tc>
          <w:tcPr>
            <w:tcW w:w="461" w:type="dxa"/>
            <w:vAlign w:val="center"/>
          </w:tcPr>
          <w:p w:rsidR="00922FE3" w:rsidRPr="00D116D4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 w:rsidRPr="00D116D4">
              <w:rPr>
                <w:rFonts w:ascii="Bookman Old Style" w:hAnsi="Bookman Old Style"/>
                <w:bCs/>
                <w:iCs/>
                <w:sz w:val="16"/>
                <w:szCs w:val="16"/>
              </w:rPr>
              <w:t>30</w:t>
            </w:r>
          </w:p>
        </w:tc>
        <w:tc>
          <w:tcPr>
            <w:tcW w:w="1301" w:type="dxa"/>
            <w:vAlign w:val="center"/>
          </w:tcPr>
          <w:p w:rsidR="00922FE3" w:rsidRPr="00D116D4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Secondaria I°</w:t>
            </w:r>
          </w:p>
        </w:tc>
        <w:tc>
          <w:tcPr>
            <w:tcW w:w="1702" w:type="dxa"/>
            <w:vAlign w:val="center"/>
          </w:tcPr>
          <w:p w:rsidR="00922FE3" w:rsidRPr="00D116D4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Tonnarella/Furnari</w:t>
            </w:r>
          </w:p>
        </w:tc>
        <w:tc>
          <w:tcPr>
            <w:tcW w:w="1407" w:type="dxa"/>
          </w:tcPr>
          <w:p w:rsidR="00922FE3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</w:tr>
      <w:tr w:rsidR="00922FE3" w:rsidRPr="0025196C" w:rsidTr="00AD72CB">
        <w:trPr>
          <w:tblCellSpacing w:w="15" w:type="dxa"/>
        </w:trPr>
        <w:tc>
          <w:tcPr>
            <w:tcW w:w="833" w:type="dxa"/>
            <w:vMerge/>
          </w:tcPr>
          <w:p w:rsidR="00922FE3" w:rsidRPr="00F1373D" w:rsidRDefault="00922FE3" w:rsidP="00892336">
            <w:pPr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  <w:tc>
          <w:tcPr>
            <w:tcW w:w="1317" w:type="dxa"/>
          </w:tcPr>
          <w:p w:rsidR="00922FE3" w:rsidRPr="00F1373D" w:rsidRDefault="00922FE3" w:rsidP="00892336">
            <w:pPr>
              <w:spacing w:line="251" w:lineRule="exact"/>
              <w:jc w:val="both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 w:rsidRPr="00F1373D">
              <w:rPr>
                <w:rFonts w:ascii="Bookman Old Style" w:hAnsi="Bookman Old Style"/>
                <w:bCs/>
                <w:iCs/>
                <w:sz w:val="16"/>
                <w:szCs w:val="16"/>
              </w:rPr>
              <w:t>Modulo 2</w:t>
            </w:r>
          </w:p>
        </w:tc>
        <w:tc>
          <w:tcPr>
            <w:tcW w:w="1693" w:type="dxa"/>
            <w:vAlign w:val="center"/>
          </w:tcPr>
          <w:p w:rsidR="00922FE3" w:rsidRPr="00F1373D" w:rsidRDefault="00922FE3" w:rsidP="00892336">
            <w:pPr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 w:rsidRPr="00F1373D">
              <w:rPr>
                <w:rFonts w:ascii="Bookman Old Style" w:hAnsi="Bookman Old Style"/>
                <w:bCs/>
                <w:iCs/>
                <w:sz w:val="16"/>
                <w:szCs w:val="16"/>
              </w:rPr>
              <w:t>Educazione motoria; sport; gioco didattico</w:t>
            </w:r>
          </w:p>
        </w:tc>
        <w:tc>
          <w:tcPr>
            <w:tcW w:w="1623" w:type="dxa"/>
            <w:vAlign w:val="center"/>
          </w:tcPr>
          <w:p w:rsidR="00922FE3" w:rsidRPr="00F1373D" w:rsidRDefault="00922FE3" w:rsidP="00892336">
            <w:pPr>
              <w:spacing w:line="251" w:lineRule="exact"/>
              <w:jc w:val="both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Muoviamoci 2</w:t>
            </w:r>
          </w:p>
        </w:tc>
        <w:tc>
          <w:tcPr>
            <w:tcW w:w="461" w:type="dxa"/>
            <w:vAlign w:val="center"/>
          </w:tcPr>
          <w:p w:rsidR="00922FE3" w:rsidRPr="00D116D4" w:rsidRDefault="00922FE3" w:rsidP="00892336">
            <w:pPr>
              <w:jc w:val="center"/>
            </w:pPr>
            <w:r w:rsidRPr="00D116D4">
              <w:rPr>
                <w:rFonts w:ascii="Bookman Old Style" w:hAnsi="Bookman Old Style"/>
                <w:bCs/>
                <w:iCs/>
                <w:sz w:val="16"/>
                <w:szCs w:val="16"/>
              </w:rPr>
              <w:t>30</w:t>
            </w:r>
          </w:p>
        </w:tc>
        <w:tc>
          <w:tcPr>
            <w:tcW w:w="1301" w:type="dxa"/>
            <w:vAlign w:val="center"/>
          </w:tcPr>
          <w:p w:rsidR="00922FE3" w:rsidRPr="00D116D4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Secondaria I°</w:t>
            </w:r>
          </w:p>
        </w:tc>
        <w:tc>
          <w:tcPr>
            <w:tcW w:w="1702" w:type="dxa"/>
            <w:vAlign w:val="center"/>
          </w:tcPr>
          <w:p w:rsidR="00922FE3" w:rsidRPr="00D116D4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Mazzarrà S. A.</w:t>
            </w:r>
          </w:p>
        </w:tc>
        <w:tc>
          <w:tcPr>
            <w:tcW w:w="1407" w:type="dxa"/>
          </w:tcPr>
          <w:p w:rsidR="00922FE3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</w:tr>
      <w:tr w:rsidR="00922FE3" w:rsidRPr="0025196C" w:rsidTr="00AD72CB">
        <w:trPr>
          <w:tblCellSpacing w:w="15" w:type="dxa"/>
        </w:trPr>
        <w:tc>
          <w:tcPr>
            <w:tcW w:w="833" w:type="dxa"/>
            <w:vMerge/>
          </w:tcPr>
          <w:p w:rsidR="00922FE3" w:rsidRPr="00F1373D" w:rsidRDefault="00922FE3" w:rsidP="00892336">
            <w:pPr>
              <w:rPr>
                <w:sz w:val="16"/>
                <w:szCs w:val="16"/>
              </w:rPr>
            </w:pPr>
          </w:p>
        </w:tc>
        <w:tc>
          <w:tcPr>
            <w:tcW w:w="1317" w:type="dxa"/>
          </w:tcPr>
          <w:p w:rsidR="00922FE3" w:rsidRPr="00F1373D" w:rsidRDefault="00922FE3" w:rsidP="00892336">
            <w:pPr>
              <w:rPr>
                <w:sz w:val="16"/>
                <w:szCs w:val="16"/>
              </w:rPr>
            </w:pPr>
            <w:r w:rsidRPr="00F1373D">
              <w:rPr>
                <w:rFonts w:ascii="Bookman Old Style" w:hAnsi="Bookman Old Style"/>
                <w:bCs/>
                <w:iCs/>
                <w:sz w:val="16"/>
                <w:szCs w:val="16"/>
              </w:rPr>
              <w:t>Modulo 3</w:t>
            </w:r>
          </w:p>
        </w:tc>
        <w:tc>
          <w:tcPr>
            <w:tcW w:w="1693" w:type="dxa"/>
            <w:vAlign w:val="center"/>
          </w:tcPr>
          <w:p w:rsidR="00922FE3" w:rsidRPr="00F1373D" w:rsidRDefault="00922FE3" w:rsidP="00892336">
            <w:pPr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Arte, scrittura creativa, teatro</w:t>
            </w:r>
          </w:p>
        </w:tc>
        <w:tc>
          <w:tcPr>
            <w:tcW w:w="1623" w:type="dxa"/>
            <w:vAlign w:val="center"/>
          </w:tcPr>
          <w:p w:rsidR="00922FE3" w:rsidRPr="00F1373D" w:rsidRDefault="00922FE3" w:rsidP="00892336">
            <w:pPr>
              <w:spacing w:line="251" w:lineRule="exact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Menti cre-attive a teatro</w:t>
            </w:r>
          </w:p>
        </w:tc>
        <w:tc>
          <w:tcPr>
            <w:tcW w:w="461" w:type="dxa"/>
            <w:vAlign w:val="center"/>
          </w:tcPr>
          <w:p w:rsidR="00922FE3" w:rsidRPr="00D116D4" w:rsidRDefault="00922FE3" w:rsidP="00892336">
            <w:r w:rsidRPr="00D116D4">
              <w:rPr>
                <w:rFonts w:ascii="Bookman Old Style" w:hAnsi="Bookman Old Style"/>
                <w:bCs/>
                <w:iCs/>
                <w:sz w:val="16"/>
                <w:szCs w:val="16"/>
              </w:rPr>
              <w:t>30</w:t>
            </w:r>
          </w:p>
        </w:tc>
        <w:tc>
          <w:tcPr>
            <w:tcW w:w="1301" w:type="dxa"/>
            <w:vAlign w:val="center"/>
          </w:tcPr>
          <w:p w:rsidR="00922FE3" w:rsidRPr="00D116D4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Primaria</w:t>
            </w:r>
          </w:p>
        </w:tc>
        <w:tc>
          <w:tcPr>
            <w:tcW w:w="1702" w:type="dxa"/>
            <w:vAlign w:val="center"/>
          </w:tcPr>
          <w:p w:rsidR="00922FE3" w:rsidRPr="00D116D4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Mazzarrà S. A.</w:t>
            </w:r>
          </w:p>
        </w:tc>
        <w:tc>
          <w:tcPr>
            <w:tcW w:w="1407" w:type="dxa"/>
          </w:tcPr>
          <w:p w:rsidR="00922FE3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</w:tr>
      <w:tr w:rsidR="00922FE3" w:rsidRPr="0025196C" w:rsidTr="00AD72CB">
        <w:trPr>
          <w:tblCellSpacing w:w="15" w:type="dxa"/>
        </w:trPr>
        <w:tc>
          <w:tcPr>
            <w:tcW w:w="833" w:type="dxa"/>
            <w:vMerge/>
          </w:tcPr>
          <w:p w:rsidR="00922FE3" w:rsidRPr="00F1373D" w:rsidRDefault="00922FE3" w:rsidP="00892336">
            <w:pPr>
              <w:rPr>
                <w:sz w:val="16"/>
                <w:szCs w:val="16"/>
              </w:rPr>
            </w:pPr>
          </w:p>
        </w:tc>
        <w:tc>
          <w:tcPr>
            <w:tcW w:w="1317" w:type="dxa"/>
          </w:tcPr>
          <w:p w:rsidR="00922FE3" w:rsidRPr="00F1373D" w:rsidRDefault="00922FE3" w:rsidP="00892336">
            <w:pPr>
              <w:rPr>
                <w:sz w:val="16"/>
                <w:szCs w:val="16"/>
              </w:rPr>
            </w:pPr>
            <w:r w:rsidRPr="00F1373D">
              <w:rPr>
                <w:rFonts w:ascii="Bookman Old Style" w:hAnsi="Bookman Old Style"/>
                <w:bCs/>
                <w:iCs/>
                <w:sz w:val="16"/>
                <w:szCs w:val="16"/>
              </w:rPr>
              <w:t>Modulo 4</w:t>
            </w:r>
          </w:p>
        </w:tc>
        <w:tc>
          <w:tcPr>
            <w:tcW w:w="1693" w:type="dxa"/>
            <w:vAlign w:val="center"/>
          </w:tcPr>
          <w:p w:rsidR="00922FE3" w:rsidRPr="00F1373D" w:rsidRDefault="00922FE3" w:rsidP="00892336">
            <w:pPr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Laboratorio creativo e artigianale per la valorizzazione dei beni comuni</w:t>
            </w:r>
          </w:p>
        </w:tc>
        <w:tc>
          <w:tcPr>
            <w:tcW w:w="1623" w:type="dxa"/>
            <w:vAlign w:val="center"/>
          </w:tcPr>
          <w:p w:rsidR="00922FE3" w:rsidRPr="00F1373D" w:rsidRDefault="00922FE3" w:rsidP="00892336">
            <w:pPr>
              <w:spacing w:line="251" w:lineRule="exact"/>
              <w:jc w:val="both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Menti cre-attive</w:t>
            </w:r>
          </w:p>
        </w:tc>
        <w:tc>
          <w:tcPr>
            <w:tcW w:w="461" w:type="dxa"/>
            <w:vAlign w:val="center"/>
          </w:tcPr>
          <w:p w:rsidR="00922FE3" w:rsidRPr="00D116D4" w:rsidRDefault="00922FE3" w:rsidP="00892336">
            <w:pPr>
              <w:jc w:val="center"/>
            </w:pPr>
            <w:r w:rsidRPr="00D116D4">
              <w:rPr>
                <w:rFonts w:ascii="Bookman Old Style" w:hAnsi="Bookman Old Style"/>
                <w:bCs/>
                <w:iCs/>
                <w:sz w:val="16"/>
                <w:szCs w:val="16"/>
              </w:rPr>
              <w:t>30</w:t>
            </w:r>
          </w:p>
        </w:tc>
        <w:tc>
          <w:tcPr>
            <w:tcW w:w="1301" w:type="dxa"/>
            <w:vAlign w:val="center"/>
          </w:tcPr>
          <w:p w:rsidR="00922FE3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 xml:space="preserve">Primaria </w:t>
            </w:r>
          </w:p>
          <w:p w:rsidR="00922FE3" w:rsidRPr="00D116D4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Secondaria I°</w:t>
            </w:r>
          </w:p>
        </w:tc>
        <w:tc>
          <w:tcPr>
            <w:tcW w:w="1702" w:type="dxa"/>
            <w:vAlign w:val="center"/>
          </w:tcPr>
          <w:p w:rsidR="00922FE3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Fondachelli</w:t>
            </w:r>
          </w:p>
          <w:p w:rsidR="00922FE3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Ruzzolino</w:t>
            </w:r>
          </w:p>
          <w:p w:rsidR="00922FE3" w:rsidRPr="00D116D4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Novara di Sicilia</w:t>
            </w:r>
          </w:p>
        </w:tc>
        <w:tc>
          <w:tcPr>
            <w:tcW w:w="1407" w:type="dxa"/>
          </w:tcPr>
          <w:p w:rsidR="00922FE3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</w:tr>
    </w:tbl>
    <w:p w:rsidR="00922FE3" w:rsidRDefault="00922FE3">
      <w:pPr>
        <w:spacing w:after="728" w:line="265" w:lineRule="auto"/>
        <w:ind w:left="38" w:hanging="10"/>
      </w:pPr>
    </w:p>
    <w:tbl>
      <w:tblPr>
        <w:tblW w:w="1067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57"/>
        <w:gridCol w:w="1258"/>
        <w:gridCol w:w="1800"/>
        <w:gridCol w:w="1620"/>
        <w:gridCol w:w="540"/>
        <w:gridCol w:w="1260"/>
        <w:gridCol w:w="1800"/>
        <w:gridCol w:w="1440"/>
      </w:tblGrid>
      <w:tr w:rsidR="00922FE3" w:rsidRPr="0025196C" w:rsidTr="00AD72CB">
        <w:trPr>
          <w:tblCellSpacing w:w="15" w:type="dxa"/>
        </w:trPr>
        <w:tc>
          <w:tcPr>
            <w:tcW w:w="912" w:type="dxa"/>
            <w:vMerge w:val="restart"/>
            <w:textDirection w:val="btLr"/>
            <w:vAlign w:val="center"/>
          </w:tcPr>
          <w:p w:rsidR="00922FE3" w:rsidRPr="0059533C" w:rsidRDefault="00922FE3" w:rsidP="00892336">
            <w:pPr>
              <w:ind w:left="113" w:right="113"/>
              <w:jc w:val="center"/>
              <w:rPr>
                <w:rFonts w:ascii="Bookman Old Style" w:hAnsi="Bookman Old Style"/>
                <w:b/>
                <w:bCs/>
                <w:iCs/>
              </w:rPr>
            </w:pPr>
            <w:r w:rsidRPr="0059533C">
              <w:rPr>
                <w:rFonts w:ascii="Bookman Old Style" w:hAnsi="Bookman Old Style"/>
                <w:b/>
                <w:bCs/>
                <w:iCs/>
              </w:rPr>
              <w:t>Smart school</w:t>
            </w:r>
          </w:p>
        </w:tc>
        <w:tc>
          <w:tcPr>
            <w:tcW w:w="1228" w:type="dxa"/>
          </w:tcPr>
          <w:p w:rsidR="00922FE3" w:rsidRPr="00D25DA5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</w:pPr>
            <w:r w:rsidRPr="00D25DA5"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>Azione</w:t>
            </w:r>
            <w:r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 xml:space="preserve"> 10.2.2A</w:t>
            </w:r>
            <w:r w:rsidRPr="00D25DA5"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 xml:space="preserve"> Modulo</w:t>
            </w:r>
          </w:p>
        </w:tc>
        <w:tc>
          <w:tcPr>
            <w:tcW w:w="1770" w:type="dxa"/>
            <w:vAlign w:val="center"/>
          </w:tcPr>
          <w:p w:rsidR="00922FE3" w:rsidRPr="00D25DA5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</w:pPr>
            <w:r w:rsidRPr="00D25DA5"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>Tipologia Modulo</w:t>
            </w:r>
          </w:p>
        </w:tc>
        <w:tc>
          <w:tcPr>
            <w:tcW w:w="1590" w:type="dxa"/>
            <w:vAlign w:val="center"/>
          </w:tcPr>
          <w:p w:rsidR="00922FE3" w:rsidRPr="00D25DA5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</w:pPr>
            <w:r w:rsidRPr="00D25DA5"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>Titolo del Modulo</w:t>
            </w:r>
          </w:p>
        </w:tc>
        <w:tc>
          <w:tcPr>
            <w:tcW w:w="510" w:type="dxa"/>
            <w:vAlign w:val="center"/>
          </w:tcPr>
          <w:p w:rsidR="00922FE3" w:rsidRPr="00D25DA5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</w:pPr>
            <w:r w:rsidRPr="00D25DA5"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>n° ore</w:t>
            </w:r>
          </w:p>
        </w:tc>
        <w:tc>
          <w:tcPr>
            <w:tcW w:w="1230" w:type="dxa"/>
            <w:vAlign w:val="center"/>
          </w:tcPr>
          <w:p w:rsidR="00922FE3" w:rsidRPr="00D25DA5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</w:pPr>
            <w:r w:rsidRPr="00D25DA5"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>Scuola</w:t>
            </w:r>
          </w:p>
        </w:tc>
        <w:tc>
          <w:tcPr>
            <w:tcW w:w="1770" w:type="dxa"/>
            <w:vAlign w:val="center"/>
          </w:tcPr>
          <w:p w:rsidR="00922FE3" w:rsidRPr="00D25DA5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</w:pPr>
            <w:r w:rsidRPr="00D25DA5"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>Plesso</w:t>
            </w:r>
          </w:p>
        </w:tc>
        <w:tc>
          <w:tcPr>
            <w:tcW w:w="1395" w:type="dxa"/>
          </w:tcPr>
          <w:p w:rsidR="00922FE3" w:rsidRPr="00D25DA5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t>Scelta</w:t>
            </w:r>
          </w:p>
        </w:tc>
      </w:tr>
      <w:tr w:rsidR="00922FE3" w:rsidRPr="0025196C" w:rsidTr="00AD72CB">
        <w:trPr>
          <w:tblCellSpacing w:w="15" w:type="dxa"/>
        </w:trPr>
        <w:tc>
          <w:tcPr>
            <w:tcW w:w="912" w:type="dxa"/>
            <w:vMerge/>
          </w:tcPr>
          <w:p w:rsidR="00922FE3" w:rsidRPr="00F1373D" w:rsidRDefault="00922FE3" w:rsidP="00892336">
            <w:pPr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  <w:tc>
          <w:tcPr>
            <w:tcW w:w="1228" w:type="dxa"/>
          </w:tcPr>
          <w:p w:rsidR="00922FE3" w:rsidRPr="00F1373D" w:rsidRDefault="00922FE3" w:rsidP="00892336">
            <w:pPr>
              <w:spacing w:line="251" w:lineRule="exact"/>
              <w:jc w:val="both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 w:rsidRPr="00F1373D">
              <w:rPr>
                <w:rFonts w:ascii="Bookman Old Style" w:hAnsi="Bookman Old Style"/>
                <w:bCs/>
                <w:iCs/>
                <w:sz w:val="16"/>
                <w:szCs w:val="16"/>
              </w:rPr>
              <w:t>Modulo 1</w:t>
            </w:r>
          </w:p>
        </w:tc>
        <w:tc>
          <w:tcPr>
            <w:tcW w:w="1770" w:type="dxa"/>
            <w:vAlign w:val="center"/>
          </w:tcPr>
          <w:p w:rsidR="00922FE3" w:rsidRPr="00F1373D" w:rsidRDefault="00922FE3" w:rsidP="00892336">
            <w:pPr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Competenza digitale</w:t>
            </w:r>
          </w:p>
        </w:tc>
        <w:tc>
          <w:tcPr>
            <w:tcW w:w="1590" w:type="dxa"/>
            <w:vAlign w:val="center"/>
          </w:tcPr>
          <w:p w:rsidR="00922FE3" w:rsidRPr="00F1373D" w:rsidRDefault="00922FE3" w:rsidP="00892336">
            <w:pPr>
              <w:spacing w:line="251" w:lineRule="exact"/>
              <w:jc w:val="both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Generazioni digit-ali 1</w:t>
            </w:r>
          </w:p>
        </w:tc>
        <w:tc>
          <w:tcPr>
            <w:tcW w:w="510" w:type="dxa"/>
            <w:vAlign w:val="center"/>
          </w:tcPr>
          <w:p w:rsidR="00922FE3" w:rsidRPr="00D116D4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 w:rsidRPr="00D116D4">
              <w:rPr>
                <w:rFonts w:ascii="Bookman Old Style" w:hAnsi="Bookman Old Style"/>
                <w:bCs/>
                <w:iCs/>
                <w:sz w:val="16"/>
                <w:szCs w:val="16"/>
              </w:rPr>
              <w:t>30</w:t>
            </w:r>
          </w:p>
        </w:tc>
        <w:tc>
          <w:tcPr>
            <w:tcW w:w="1230" w:type="dxa"/>
            <w:vAlign w:val="center"/>
          </w:tcPr>
          <w:p w:rsidR="00922FE3" w:rsidRPr="00D116D4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Secondaria I°</w:t>
            </w:r>
          </w:p>
        </w:tc>
        <w:tc>
          <w:tcPr>
            <w:tcW w:w="1770" w:type="dxa"/>
            <w:vAlign w:val="center"/>
          </w:tcPr>
          <w:p w:rsidR="00922FE3" w:rsidRPr="00D116D4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Mazzrà S. A.</w:t>
            </w:r>
          </w:p>
        </w:tc>
        <w:tc>
          <w:tcPr>
            <w:tcW w:w="1395" w:type="dxa"/>
          </w:tcPr>
          <w:p w:rsidR="00922FE3" w:rsidRDefault="00922FE3" w:rsidP="00892336">
            <w:pPr>
              <w:spacing w:line="251" w:lineRule="exact"/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</w:tr>
      <w:tr w:rsidR="00922FE3" w:rsidRPr="0025196C" w:rsidTr="00AD72CB">
        <w:trPr>
          <w:tblCellSpacing w:w="15" w:type="dxa"/>
        </w:trPr>
        <w:tc>
          <w:tcPr>
            <w:tcW w:w="912" w:type="dxa"/>
            <w:vMerge/>
          </w:tcPr>
          <w:p w:rsidR="00922FE3" w:rsidRPr="00F1373D" w:rsidRDefault="00922FE3" w:rsidP="00892336">
            <w:pPr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  <w:tc>
          <w:tcPr>
            <w:tcW w:w="1228" w:type="dxa"/>
          </w:tcPr>
          <w:p w:rsidR="00922FE3" w:rsidRPr="00F1373D" w:rsidRDefault="00922FE3" w:rsidP="00892336">
            <w:pPr>
              <w:spacing w:line="251" w:lineRule="exact"/>
              <w:jc w:val="both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 w:rsidRPr="00F1373D">
              <w:rPr>
                <w:rFonts w:ascii="Bookman Old Style" w:hAnsi="Bookman Old Style"/>
                <w:bCs/>
                <w:iCs/>
                <w:sz w:val="16"/>
                <w:szCs w:val="16"/>
              </w:rPr>
              <w:t>Modulo 2</w:t>
            </w:r>
          </w:p>
        </w:tc>
        <w:tc>
          <w:tcPr>
            <w:tcW w:w="1770" w:type="dxa"/>
            <w:vAlign w:val="center"/>
          </w:tcPr>
          <w:p w:rsidR="00922FE3" w:rsidRPr="00F1373D" w:rsidRDefault="00922FE3" w:rsidP="00892336">
            <w:pPr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Competenza digitale</w:t>
            </w:r>
          </w:p>
        </w:tc>
        <w:tc>
          <w:tcPr>
            <w:tcW w:w="1590" w:type="dxa"/>
            <w:vAlign w:val="center"/>
          </w:tcPr>
          <w:p w:rsidR="00922FE3" w:rsidRPr="00F1373D" w:rsidRDefault="00922FE3" w:rsidP="00892336">
            <w:pPr>
              <w:spacing w:line="251" w:lineRule="exact"/>
              <w:jc w:val="both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Generazioni digit-ali 2</w:t>
            </w:r>
          </w:p>
        </w:tc>
        <w:tc>
          <w:tcPr>
            <w:tcW w:w="510" w:type="dxa"/>
            <w:vAlign w:val="center"/>
          </w:tcPr>
          <w:p w:rsidR="00922FE3" w:rsidRPr="00D116D4" w:rsidRDefault="00922FE3" w:rsidP="00892336">
            <w:pPr>
              <w:jc w:val="center"/>
            </w:pPr>
            <w:r w:rsidRPr="00D116D4">
              <w:rPr>
                <w:rFonts w:ascii="Bookman Old Style" w:hAnsi="Bookman Old Style"/>
                <w:bCs/>
                <w:iCs/>
                <w:sz w:val="16"/>
                <w:szCs w:val="16"/>
              </w:rPr>
              <w:t>30</w:t>
            </w:r>
          </w:p>
        </w:tc>
        <w:tc>
          <w:tcPr>
            <w:tcW w:w="1230" w:type="dxa"/>
            <w:vAlign w:val="center"/>
          </w:tcPr>
          <w:p w:rsidR="00922FE3" w:rsidRPr="00D116D4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Secondaria I°</w:t>
            </w:r>
          </w:p>
        </w:tc>
        <w:tc>
          <w:tcPr>
            <w:tcW w:w="1770" w:type="dxa"/>
            <w:vAlign w:val="center"/>
          </w:tcPr>
          <w:p w:rsidR="00922FE3" w:rsidRPr="00D116D4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Tonnarella</w:t>
            </w:r>
          </w:p>
        </w:tc>
        <w:tc>
          <w:tcPr>
            <w:tcW w:w="1395" w:type="dxa"/>
          </w:tcPr>
          <w:p w:rsidR="00922FE3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</w:tr>
      <w:tr w:rsidR="00922FE3" w:rsidRPr="0025196C" w:rsidTr="00AD72CB">
        <w:trPr>
          <w:tblCellSpacing w:w="15" w:type="dxa"/>
        </w:trPr>
        <w:tc>
          <w:tcPr>
            <w:tcW w:w="912" w:type="dxa"/>
            <w:vMerge/>
          </w:tcPr>
          <w:p w:rsidR="00922FE3" w:rsidRPr="00F1373D" w:rsidRDefault="00922FE3" w:rsidP="00892336">
            <w:pPr>
              <w:rPr>
                <w:sz w:val="16"/>
                <w:szCs w:val="16"/>
              </w:rPr>
            </w:pPr>
          </w:p>
        </w:tc>
        <w:tc>
          <w:tcPr>
            <w:tcW w:w="1228" w:type="dxa"/>
          </w:tcPr>
          <w:p w:rsidR="00922FE3" w:rsidRPr="00F1373D" w:rsidRDefault="00922FE3" w:rsidP="00892336">
            <w:pPr>
              <w:rPr>
                <w:sz w:val="16"/>
                <w:szCs w:val="16"/>
              </w:rPr>
            </w:pPr>
            <w:r w:rsidRPr="00F1373D">
              <w:rPr>
                <w:rFonts w:ascii="Bookman Old Style" w:hAnsi="Bookman Old Style"/>
                <w:bCs/>
                <w:iCs/>
                <w:sz w:val="16"/>
                <w:szCs w:val="16"/>
              </w:rPr>
              <w:t>Modulo 3</w:t>
            </w:r>
          </w:p>
        </w:tc>
        <w:tc>
          <w:tcPr>
            <w:tcW w:w="1770" w:type="dxa"/>
            <w:vAlign w:val="center"/>
          </w:tcPr>
          <w:p w:rsidR="00922FE3" w:rsidRPr="00F1373D" w:rsidRDefault="00922FE3" w:rsidP="00892336">
            <w:pPr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Competenza digitale</w:t>
            </w:r>
          </w:p>
        </w:tc>
        <w:tc>
          <w:tcPr>
            <w:tcW w:w="1590" w:type="dxa"/>
            <w:vAlign w:val="center"/>
          </w:tcPr>
          <w:p w:rsidR="00922FE3" w:rsidRPr="00F1373D" w:rsidRDefault="00922FE3" w:rsidP="00892336">
            <w:pPr>
              <w:spacing w:line="251" w:lineRule="exact"/>
              <w:jc w:val="both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Generazioni digit-ali 3</w:t>
            </w:r>
          </w:p>
        </w:tc>
        <w:tc>
          <w:tcPr>
            <w:tcW w:w="510" w:type="dxa"/>
            <w:vAlign w:val="center"/>
          </w:tcPr>
          <w:p w:rsidR="00922FE3" w:rsidRPr="00D116D4" w:rsidRDefault="00922FE3" w:rsidP="00892336">
            <w:pPr>
              <w:jc w:val="center"/>
            </w:pPr>
            <w:r w:rsidRPr="00D116D4">
              <w:rPr>
                <w:rFonts w:ascii="Bookman Old Style" w:hAnsi="Bookman Old Style"/>
                <w:bCs/>
                <w:iCs/>
                <w:sz w:val="16"/>
                <w:szCs w:val="16"/>
              </w:rPr>
              <w:t>30</w:t>
            </w:r>
          </w:p>
        </w:tc>
        <w:tc>
          <w:tcPr>
            <w:tcW w:w="1230" w:type="dxa"/>
            <w:vAlign w:val="center"/>
          </w:tcPr>
          <w:p w:rsidR="00922FE3" w:rsidRPr="00D116D4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Secondaria I°</w:t>
            </w:r>
          </w:p>
        </w:tc>
        <w:tc>
          <w:tcPr>
            <w:tcW w:w="1770" w:type="dxa"/>
            <w:vAlign w:val="center"/>
          </w:tcPr>
          <w:p w:rsidR="00922FE3" w:rsidRPr="00D116D4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iCs/>
                <w:sz w:val="16"/>
                <w:szCs w:val="16"/>
              </w:rPr>
              <w:t>Furnari/Tripi</w:t>
            </w:r>
          </w:p>
        </w:tc>
        <w:tc>
          <w:tcPr>
            <w:tcW w:w="1395" w:type="dxa"/>
          </w:tcPr>
          <w:p w:rsidR="00922FE3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</w:tr>
      <w:tr w:rsidR="00922FE3" w:rsidRPr="0025196C" w:rsidTr="00AD72CB">
        <w:trPr>
          <w:tblCellSpacing w:w="15" w:type="dxa"/>
        </w:trPr>
        <w:tc>
          <w:tcPr>
            <w:tcW w:w="912" w:type="dxa"/>
          </w:tcPr>
          <w:p w:rsidR="00922FE3" w:rsidRPr="00F1373D" w:rsidRDefault="00922FE3" w:rsidP="00892336">
            <w:pPr>
              <w:rPr>
                <w:sz w:val="16"/>
                <w:szCs w:val="16"/>
              </w:rPr>
            </w:pPr>
          </w:p>
        </w:tc>
        <w:tc>
          <w:tcPr>
            <w:tcW w:w="1228" w:type="dxa"/>
          </w:tcPr>
          <w:p w:rsidR="00922FE3" w:rsidRPr="00F1373D" w:rsidRDefault="00922FE3" w:rsidP="00892336">
            <w:pPr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  <w:tc>
          <w:tcPr>
            <w:tcW w:w="1770" w:type="dxa"/>
            <w:vAlign w:val="center"/>
          </w:tcPr>
          <w:p w:rsidR="00922FE3" w:rsidRDefault="00922FE3" w:rsidP="00892336">
            <w:pPr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  <w:tc>
          <w:tcPr>
            <w:tcW w:w="1590" w:type="dxa"/>
            <w:vAlign w:val="center"/>
          </w:tcPr>
          <w:p w:rsidR="00922FE3" w:rsidRDefault="00922FE3" w:rsidP="00892336">
            <w:pPr>
              <w:spacing w:line="251" w:lineRule="exact"/>
              <w:jc w:val="both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922FE3" w:rsidRPr="00D116D4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:rsidR="00922FE3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  <w:tc>
          <w:tcPr>
            <w:tcW w:w="1770" w:type="dxa"/>
            <w:vAlign w:val="center"/>
          </w:tcPr>
          <w:p w:rsidR="00922FE3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  <w:tc>
          <w:tcPr>
            <w:tcW w:w="1395" w:type="dxa"/>
          </w:tcPr>
          <w:p w:rsidR="00922FE3" w:rsidRDefault="00922FE3" w:rsidP="00892336">
            <w:pPr>
              <w:jc w:val="center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</w:tr>
    </w:tbl>
    <w:p w:rsidR="00922FE3" w:rsidRDefault="00922FE3" w:rsidP="00AD72CB">
      <w:pPr>
        <w:spacing w:after="3" w:line="359" w:lineRule="auto"/>
        <w:ind w:left="38" w:hanging="10"/>
        <w:jc w:val="both"/>
      </w:pPr>
    </w:p>
    <w:p w:rsidR="00922FE3" w:rsidRDefault="00922FE3" w:rsidP="00AD72CB">
      <w:pPr>
        <w:spacing w:after="3" w:line="359" w:lineRule="auto"/>
        <w:ind w:left="38" w:hanging="10"/>
        <w:jc w:val="both"/>
      </w:pPr>
      <w:r>
        <w:t xml:space="preserve">I sottoscritti_________________________________________ genitori dell’allievo dichiarano  di aver preso visione del bando e di accettarne il contenuto consapevole che le attività formative che si terranno in orario extracurriculare. </w:t>
      </w:r>
    </w:p>
    <w:p w:rsidR="00922FE3" w:rsidRDefault="00922FE3">
      <w:pPr>
        <w:spacing w:after="1" w:line="358" w:lineRule="auto"/>
        <w:ind w:left="43" w:right="646"/>
        <w:jc w:val="both"/>
      </w:pPr>
      <w:r>
        <w:t xml:space="preserve">Ai sensi dell’art. 13 del D. L.vo 196/03, e successivo GDPR 679/2016 il sottoscritto autorizza l’istituto all’utilizzo ed al trattamento dei dati personali quali dichiarati per le finalità istituzionali, la pubblicizzazione del corso e la pubblicazione sul sito web.               </w:t>
      </w:r>
    </w:p>
    <w:p w:rsidR="00922FE3" w:rsidRDefault="00922FE3">
      <w:pPr>
        <w:spacing w:after="3" w:line="265" w:lineRule="auto"/>
        <w:ind w:left="38" w:hanging="10"/>
      </w:pPr>
      <w:r>
        <w:t xml:space="preserve">Data _________________ Il genitore      __________________________ </w:t>
      </w:r>
    </w:p>
    <w:p w:rsidR="00922FE3" w:rsidRDefault="00922FE3">
      <w:pPr>
        <w:spacing w:after="3" w:line="265" w:lineRule="auto"/>
        <w:ind w:left="38" w:hanging="10"/>
      </w:pPr>
    </w:p>
    <w:p w:rsidR="00922FE3" w:rsidRDefault="00922FE3">
      <w:pPr>
        <w:spacing w:after="3" w:line="265" w:lineRule="auto"/>
        <w:ind w:left="38" w:hanging="10"/>
      </w:pPr>
      <w:r>
        <w:tab/>
      </w:r>
      <w:r>
        <w:tab/>
      </w:r>
      <w:r>
        <w:tab/>
      </w:r>
      <w:r>
        <w:tab/>
        <w:t xml:space="preserve">      Il genitore     __________________________</w:t>
      </w:r>
    </w:p>
    <w:p w:rsidR="00922FE3" w:rsidRDefault="00922FE3">
      <w:pPr>
        <w:spacing w:after="3" w:line="265" w:lineRule="auto"/>
        <w:ind w:left="38" w:hanging="10"/>
      </w:pPr>
    </w:p>
    <w:p w:rsidR="00922FE3" w:rsidRDefault="00922FE3">
      <w:pPr>
        <w:spacing w:after="3" w:line="265" w:lineRule="auto"/>
        <w:ind w:left="38" w:hanging="10"/>
      </w:pPr>
    </w:p>
    <w:p w:rsidR="00922FE3" w:rsidRDefault="00922FE3">
      <w:pPr>
        <w:spacing w:after="3" w:line="265" w:lineRule="auto"/>
        <w:ind w:left="38" w:hanging="10"/>
      </w:pPr>
    </w:p>
    <w:p w:rsidR="00922FE3" w:rsidRDefault="00922FE3">
      <w:pPr>
        <w:spacing w:after="3" w:line="265" w:lineRule="auto"/>
        <w:ind w:left="38" w:hanging="10"/>
      </w:pPr>
    </w:p>
    <w:sectPr w:rsidR="00922FE3" w:rsidSect="00AD72CB">
      <w:pgSz w:w="11900" w:h="16840"/>
      <w:pgMar w:top="774" w:right="726" w:bottom="74" w:left="67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60C0"/>
    <w:rsid w:val="000A06C2"/>
    <w:rsid w:val="00130DD4"/>
    <w:rsid w:val="001516AA"/>
    <w:rsid w:val="001F2D87"/>
    <w:rsid w:val="0025196C"/>
    <w:rsid w:val="002C4BA8"/>
    <w:rsid w:val="00315039"/>
    <w:rsid w:val="00556BFC"/>
    <w:rsid w:val="0059533C"/>
    <w:rsid w:val="005F4A68"/>
    <w:rsid w:val="00892336"/>
    <w:rsid w:val="00922FE3"/>
    <w:rsid w:val="0094143D"/>
    <w:rsid w:val="009F5188"/>
    <w:rsid w:val="00A13F3F"/>
    <w:rsid w:val="00AD72CB"/>
    <w:rsid w:val="00D116D4"/>
    <w:rsid w:val="00D25DA5"/>
    <w:rsid w:val="00D905D3"/>
    <w:rsid w:val="00E23702"/>
    <w:rsid w:val="00EA0C10"/>
    <w:rsid w:val="00EE60C0"/>
    <w:rsid w:val="00F11628"/>
    <w:rsid w:val="00F13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628"/>
    <w:pPr>
      <w:spacing w:after="160" w:line="259" w:lineRule="auto"/>
    </w:pPr>
    <w:rPr>
      <w:rFonts w:cs="Calibri"/>
      <w:color w:val="00000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1628"/>
    <w:pPr>
      <w:keepNext/>
      <w:keepLines/>
      <w:spacing w:after="0"/>
      <w:ind w:left="774"/>
      <w:jc w:val="center"/>
      <w:outlineLvl w:val="0"/>
    </w:pPr>
    <w:rPr>
      <w:rFonts w:cs="Times New Roman"/>
      <w:b/>
      <w:i/>
      <w:sz w:val="28"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1628"/>
    <w:pPr>
      <w:keepNext/>
      <w:keepLines/>
      <w:pBdr>
        <w:top w:val="single" w:sz="2" w:space="0" w:color="000000"/>
        <w:left w:val="single" w:sz="4" w:space="0" w:color="000000"/>
        <w:bottom w:val="single" w:sz="2" w:space="0" w:color="000000"/>
        <w:right w:val="single" w:sz="4" w:space="0" w:color="000000"/>
      </w:pBdr>
      <w:spacing w:after="0" w:line="240" w:lineRule="auto"/>
      <w:ind w:left="362"/>
      <w:outlineLvl w:val="1"/>
    </w:pPr>
    <w:rPr>
      <w:rFonts w:cs="Times New Roman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11628"/>
    <w:rPr>
      <w:rFonts w:ascii="Calibri" w:eastAsia="Times New Roman" w:hAnsi="Calibri"/>
      <w:b/>
      <w:i/>
      <w:color w:val="000000"/>
      <w:sz w:val="22"/>
      <w:u w:val="single" w:color="00000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11628"/>
    <w:rPr>
      <w:rFonts w:ascii="Calibri" w:eastAsia="Times New Roman" w:hAnsi="Calibri"/>
      <w:b/>
      <w:color w:val="000000"/>
      <w:sz w:val="22"/>
    </w:rPr>
  </w:style>
  <w:style w:type="table" w:customStyle="1" w:styleId="TableGrid">
    <w:name w:val="TableGrid"/>
    <w:uiPriority w:val="99"/>
    <w:rsid w:val="00F116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5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16AA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366</Words>
  <Characters>2089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 – DOMANDA DI PARTECIPAZIONE</dc:title>
  <dc:subject/>
  <dc:creator>Caterina P.Cate. Patti</dc:creator>
  <cp:keywords/>
  <dc:description/>
  <cp:lastModifiedBy>Utente</cp:lastModifiedBy>
  <cp:revision>2</cp:revision>
  <cp:lastPrinted>2022-01-27T15:45:00Z</cp:lastPrinted>
  <dcterms:created xsi:type="dcterms:W3CDTF">2022-10-10T09:24:00Z</dcterms:created>
  <dcterms:modified xsi:type="dcterms:W3CDTF">2022-10-10T09:24:00Z</dcterms:modified>
</cp:coreProperties>
</file>